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4FD02" w14:textId="1B51CFA9" w:rsidR="006669FD" w:rsidRPr="00100752" w:rsidRDefault="00D07E0A" w:rsidP="006669FD">
      <w:pPr>
        <w:pStyle w:val="Title"/>
      </w:pPr>
      <w:r w:rsidRPr="00100752">
        <w:t>PROJEKTEERIMIS</w:t>
      </w:r>
      <w:r w:rsidR="00B02111" w:rsidRPr="00100752">
        <w:t>LEPING</w:t>
      </w:r>
      <w:r w:rsidR="00E22664" w:rsidRPr="00100752">
        <w:t xml:space="preserve"> nr </w:t>
      </w:r>
      <w:r w:rsidR="00BF4840" w:rsidRPr="00BF4840">
        <w:tab/>
        <w:t>1-46.11.35/2022/1</w:t>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000000" w:rsidP="00867887">
      <w:pPr>
        <w:pStyle w:val="NormalW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Content>
          <w:r w:rsidR="00867887" w:rsidRPr="00100752">
            <w:rPr>
              <w:rFonts w:eastAsia="Calibri"/>
              <w:szCs w:val="22"/>
            </w:rPr>
            <w:t xml:space="preserve">[Vali </w:t>
          </w:r>
          <w:proofErr w:type="spellStart"/>
          <w:r w:rsidR="00867887" w:rsidRPr="00100752">
            <w:rPr>
              <w:rFonts w:eastAsia="Calibri"/>
              <w:szCs w:val="22"/>
            </w:rPr>
            <w:t>kuupäev</w:t>
          </w:r>
          <w:proofErr w:type="spellEnd"/>
          <w:r w:rsidR="00867887" w:rsidRPr="00100752">
            <w:rPr>
              <w:rFonts w:eastAsia="Calibri"/>
              <w:szCs w:val="22"/>
            </w:rPr>
            <w:t>]</w:t>
          </w:r>
        </w:sdtContent>
      </w:sdt>
    </w:p>
    <w:p w14:paraId="550AD148" w14:textId="77777777" w:rsidR="00867887" w:rsidRPr="00100752" w:rsidRDefault="00867887" w:rsidP="00867887">
      <w:pPr>
        <w:pStyle w:val="NormalWeb"/>
        <w:jc w:val="right"/>
        <w:rPr>
          <w:lang w:val="et-EE"/>
        </w:rPr>
      </w:pPr>
      <w:r w:rsidRPr="00100752">
        <w:rPr>
          <w:rFonts w:eastAsia="Calibri"/>
          <w:szCs w:val="22"/>
        </w:rPr>
        <w:t>(</w:t>
      </w:r>
      <w:proofErr w:type="spellStart"/>
      <w:proofErr w:type="gramStart"/>
      <w:r w:rsidRPr="00100752">
        <w:rPr>
          <w:rFonts w:eastAsia="Calibri"/>
          <w:szCs w:val="22"/>
        </w:rPr>
        <w:t>hiliseima</w:t>
      </w:r>
      <w:proofErr w:type="spellEnd"/>
      <w:proofErr w:type="gramEnd"/>
      <w:r w:rsidRPr="00100752">
        <w:rPr>
          <w:rFonts w:eastAsia="Calibri"/>
          <w:szCs w:val="22"/>
        </w:rPr>
        <w:t xml:space="preserve"> </w:t>
      </w:r>
      <w:proofErr w:type="spellStart"/>
      <w:r w:rsidRPr="00100752">
        <w:rPr>
          <w:rFonts w:eastAsia="Calibri"/>
          <w:szCs w:val="22"/>
        </w:rPr>
        <w:t>digitaalallkirja</w:t>
      </w:r>
      <w:proofErr w:type="spellEnd"/>
      <w:r w:rsidRPr="00100752">
        <w:rPr>
          <w:rFonts w:eastAsia="Calibri"/>
          <w:szCs w:val="22"/>
        </w:rPr>
        <w:t xml:space="preserve"> </w:t>
      </w:r>
      <w:proofErr w:type="spellStart"/>
      <w:r w:rsidRPr="00100752">
        <w:rPr>
          <w:rFonts w:eastAsia="Calibri"/>
          <w:szCs w:val="22"/>
        </w:rPr>
        <w:t>kuupäev</w:t>
      </w:r>
      <w:proofErr w:type="spellEnd"/>
      <w:r w:rsidRPr="00100752">
        <w:rPr>
          <w:rFonts w:eastAsia="Calibri"/>
          <w:szCs w:val="22"/>
        </w:rPr>
        <w:t>)</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6F3CE47F" w14:textId="77777777" w:rsidR="00580FC5" w:rsidRPr="00487EC6" w:rsidRDefault="00580FC5" w:rsidP="00580FC5">
      <w:pPr>
        <w:jc w:val="both"/>
      </w:pPr>
      <w:r w:rsidRPr="00487EC6">
        <w:rPr>
          <w:bCs/>
        </w:rPr>
        <w:t>Riigimetsa Majandamise Keskus</w:t>
      </w:r>
      <w:r w:rsidRPr="00487EC6">
        <w:t xml:space="preserve">, edaspidi </w:t>
      </w:r>
      <w:r w:rsidRPr="00487EC6">
        <w:rPr>
          <w:b/>
          <w:bCs/>
        </w:rPr>
        <w:t>tellija</w:t>
      </w:r>
      <w:r w:rsidRPr="00487EC6">
        <w:t xml:space="preserve">, keda esindab </w:t>
      </w:r>
      <w:sdt>
        <w:sdtPr>
          <w:tag w:val="Riigimetsa Majandamise Keskuse "/>
          <w:id w:val="-1598098674"/>
          <w:placeholder>
            <w:docPart w:val="829CCE5F03E2458BA9CC85BFD15814F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t>juhatuse esimehe</w:t>
          </w:r>
        </w:sdtContent>
      </w:sdt>
      <w:r w:rsidRPr="00487EC6">
        <w:t xml:space="preserve"> </w:t>
      </w:r>
      <w:sdt>
        <w:sdtPr>
          <w:alias w:val="Vali kuupäev"/>
          <w:tag w:val="Vali kuupäev"/>
          <w:id w:val="-171967024"/>
          <w:placeholder>
            <w:docPart w:val="F5BF9340ABFD4A25A643F297C0B962C1"/>
          </w:placeholder>
          <w:date w:fullDate="2020-02-10T00:00:00Z">
            <w:dateFormat w:val="d.MM.yyyy"/>
            <w:lid w:val="et-EE"/>
            <w:storeMappedDataAs w:val="dateTime"/>
            <w:calendar w:val="gregorian"/>
          </w:date>
        </w:sdtPr>
        <w:sdtContent>
          <w:r>
            <w:t>10.02.2020</w:t>
          </w:r>
        </w:sdtContent>
      </w:sdt>
      <w:r w:rsidRPr="00487EC6">
        <w:t xml:space="preserve"> </w:t>
      </w:r>
      <w:sdt>
        <w:sdtPr>
          <w:id w:val="-775716232"/>
          <w:placeholder>
            <w:docPart w:val="829CCE5F03E2458BA9CC85BFD15814FD"/>
          </w:placeholder>
          <w:comboBox>
            <w:listItem w:displayText="otsuse" w:value="otsuse"/>
            <w:listItem w:displayText="käskkirja" w:value="käskkirja"/>
            <w:listItem w:displayText="volikirja" w:value="volikirja"/>
            <w:listItem w:displayText="määruse" w:value="määruse"/>
          </w:comboBox>
        </w:sdtPr>
        <w:sdtContent>
          <w:r>
            <w:t>käskkirja</w:t>
          </w:r>
        </w:sdtContent>
      </w:sdt>
      <w:r w:rsidRPr="00487EC6">
        <w:t xml:space="preserve"> nr </w:t>
      </w:r>
      <w:r>
        <w:t xml:space="preserve">1-5/32 </w:t>
      </w:r>
      <w:r w:rsidRPr="00487EC6">
        <w:t xml:space="preserve">alusel </w:t>
      </w:r>
      <w:r w:rsidRPr="00F23A26">
        <w:rPr>
          <w:bCs/>
        </w:rPr>
        <w:t xml:space="preserve">Jõgevamaa külastusala juht </w:t>
      </w:r>
      <w:proofErr w:type="spellStart"/>
      <w:r w:rsidRPr="00F23A26">
        <w:rPr>
          <w:bCs/>
        </w:rPr>
        <w:t>Andri</w:t>
      </w:r>
      <w:proofErr w:type="spellEnd"/>
      <w:r w:rsidRPr="00F23A26">
        <w:rPr>
          <w:bCs/>
        </w:rPr>
        <w:t xml:space="preserve"> </w:t>
      </w:r>
      <w:proofErr w:type="spellStart"/>
      <w:r w:rsidRPr="00F23A26">
        <w:rPr>
          <w:bCs/>
        </w:rPr>
        <w:t>Plato</w:t>
      </w:r>
      <w:proofErr w:type="spellEnd"/>
      <w:r w:rsidRPr="00487EC6">
        <w:t>, ühelt poolt,</w:t>
      </w:r>
    </w:p>
    <w:p w14:paraId="23D34BE7" w14:textId="77777777" w:rsidR="00222E23" w:rsidRPr="00100752" w:rsidRDefault="00222E23" w:rsidP="00634FF0">
      <w:pPr>
        <w:jc w:val="both"/>
      </w:pPr>
    </w:p>
    <w:p w14:paraId="7C139662" w14:textId="6CFAF226" w:rsidR="00222E23" w:rsidRPr="00100752" w:rsidRDefault="00634FF0" w:rsidP="00222E23">
      <w:pPr>
        <w:jc w:val="both"/>
      </w:pPr>
      <w:r w:rsidRPr="00100752">
        <w:t>ja</w:t>
      </w:r>
      <w:r w:rsidR="00222E23" w:rsidRPr="00100752">
        <w:t xml:space="preserve"> </w:t>
      </w:r>
      <w:r w:rsidR="00B14FC6" w:rsidRPr="00B14FC6">
        <w:t>AB Artes Terrae OÜ</w:t>
      </w:r>
      <w:r w:rsidR="00B14FC6">
        <w:t xml:space="preserve"> </w:t>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Content>
          <w:r w:rsidR="00B14FC6">
            <w:t>põhikirja</w:t>
          </w:r>
        </w:sdtContent>
      </w:sdt>
      <w:r w:rsidR="00222E23" w:rsidRPr="00100752">
        <w:rPr>
          <w:iCs/>
        </w:rPr>
        <w:t xml:space="preserve"> alusel </w:t>
      </w:r>
      <w:r w:rsidR="00B14FC6">
        <w:rPr>
          <w:rFonts w:eastAsia="Calibri"/>
        </w:rPr>
        <w:t xml:space="preserve">juhatuse liige Sulev Nurme, </w:t>
      </w:r>
      <w:r w:rsidR="00222E23" w:rsidRPr="00100752">
        <w:t xml:space="preserve">edaspidi </w:t>
      </w:r>
      <w:r w:rsidR="00222E23" w:rsidRPr="00100752">
        <w:rPr>
          <w:b/>
          <w:bCs/>
        </w:rPr>
        <w:t>töövõtja,</w:t>
      </w:r>
      <w:r w:rsidR="00222E23" w:rsidRPr="00100752">
        <w:t xml:space="preserve"> teiselt poolt, </w:t>
      </w:r>
    </w:p>
    <w:p w14:paraId="527BC589" w14:textId="1F3B9E61"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4F922A9D" w:rsidR="00634FF0" w:rsidRPr="00100752" w:rsidRDefault="00634FF0" w:rsidP="00CB0220">
      <w:pPr>
        <w:jc w:val="both"/>
      </w:pPr>
      <w:r w:rsidRPr="005748D7">
        <w:t xml:space="preserve">sõlmisid lepingu, edaspidi </w:t>
      </w:r>
      <w:r w:rsidR="00CD52E7" w:rsidRPr="005748D7">
        <w:rPr>
          <w:b/>
        </w:rPr>
        <w:t>l</w:t>
      </w:r>
      <w:r w:rsidRPr="005748D7">
        <w:rPr>
          <w:b/>
        </w:rPr>
        <w:t>eping</w:t>
      </w:r>
      <w:r w:rsidR="00C10513" w:rsidRPr="005748D7">
        <w:t>,</w:t>
      </w:r>
      <w:r w:rsidR="00B47672" w:rsidRPr="005748D7">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Content>
          <w:r w:rsidR="00F639A2">
            <w:t>riigihanke</w:t>
          </w:r>
        </w:sdtContent>
      </w:sdt>
      <w:r w:rsidR="00B47672" w:rsidRPr="005748D7">
        <w:t xml:space="preserve"> </w:t>
      </w:r>
      <w:r w:rsidR="007548FE" w:rsidRPr="007E0538">
        <w:t xml:space="preserve">(DHS nr. </w:t>
      </w:r>
      <w:r w:rsidR="00B47672" w:rsidRPr="007E0538">
        <w:t>1-47/</w:t>
      </w:r>
      <w:r w:rsidR="007E0538" w:rsidRPr="007E0538">
        <w:t>2604</w:t>
      </w:r>
      <w:r w:rsidR="007548FE" w:rsidRPr="007E0538">
        <w:t>)</w:t>
      </w:r>
      <w:r w:rsidR="00B47672" w:rsidRPr="007E0538">
        <w:t xml:space="preserve"> „</w:t>
      </w:r>
      <w:r w:rsidR="00384F1E" w:rsidRPr="007E0538">
        <w:t>Männikjärve raba õpperaja</w:t>
      </w:r>
      <w:r w:rsidR="005748D7" w:rsidRPr="007E0538">
        <w:t xml:space="preserve"> </w:t>
      </w:r>
      <w:r w:rsidR="007302D0" w:rsidRPr="007E0538">
        <w:t>projekteerimistööd</w:t>
      </w:r>
      <w:r w:rsidR="00B47672" w:rsidRPr="007E0538">
        <w:t xml:space="preserve">“ (viitenumber </w:t>
      </w:r>
      <w:r w:rsidR="007E0538" w:rsidRPr="007E0538">
        <w:t>252802</w:t>
      </w:r>
      <w:r w:rsidR="00B47672" w:rsidRPr="007E0538">
        <w:t xml:space="preserve">) </w:t>
      </w:r>
      <w:r w:rsidRPr="007E0538">
        <w:t>tule</w:t>
      </w:r>
      <w:r w:rsidRPr="005748D7">
        <w:t>musena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01B83B24"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 xml:space="preserve">rojekteerija poolt projekteerimistööde ja nende tegemiseks vajalike uurimustööde tegemine ning sellega seotud asjaajamine </w:t>
      </w:r>
      <w:r w:rsidR="00B14FC6">
        <w:rPr>
          <w:rFonts w:eastAsia="Calibri"/>
        </w:rPr>
        <w:t xml:space="preserve">Jõgevamaa, Jõgeva vald, Tooma küla </w:t>
      </w:r>
      <w:r w:rsidR="00222E23" w:rsidRPr="00100752">
        <w:t>asuva t</w:t>
      </w:r>
      <w:r w:rsidR="00D07E0A" w:rsidRPr="00100752">
        <w:t xml:space="preserve">ellija valduses oleva </w:t>
      </w:r>
      <w:r w:rsidR="00B14FC6">
        <w:rPr>
          <w:rFonts w:eastAsia="Calibri"/>
        </w:rPr>
        <w:t>Männikjärve raba õppera</w:t>
      </w:r>
      <w:r w:rsidR="003A6A10">
        <w:rPr>
          <w:rFonts w:eastAsia="Calibri"/>
        </w:rPr>
        <w:t>ja</w:t>
      </w:r>
      <w:r w:rsidR="00D07E0A" w:rsidRPr="00100752">
        <w:t xml:space="preserve">, edaspidi </w:t>
      </w:r>
      <w:r w:rsidRPr="00100752">
        <w:rPr>
          <w:b/>
        </w:rPr>
        <w:t>o</w:t>
      </w:r>
      <w:r w:rsidR="00D07E0A" w:rsidRPr="00100752">
        <w:rPr>
          <w:b/>
        </w:rPr>
        <w:t>bjekt</w:t>
      </w:r>
      <w:r w:rsidR="00D07E0A" w:rsidRPr="00100752">
        <w:t xml:space="preserve">, </w:t>
      </w:r>
      <w:r w:rsidR="00DE2890">
        <w:t>ehitam</w:t>
      </w:r>
      <w:r w:rsidR="00770417">
        <w:t>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503D3CB5"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F05D2C">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7954D04" w14:textId="77777777" w:rsidR="00CA3076" w:rsidRPr="00100752" w:rsidRDefault="00CD52E7" w:rsidP="00BA6375">
      <w:pPr>
        <w:pStyle w:val="Pealkiri31"/>
        <w:jc w:val="both"/>
      </w:pPr>
      <w:r w:rsidRPr="00100752">
        <w:t>p</w:t>
      </w:r>
      <w:r w:rsidR="00CA3076" w:rsidRPr="00100752">
        <w:t>rojekteerija poolt esitatud projekteerimistööde pakkumusega;</w:t>
      </w:r>
    </w:p>
    <w:p w14:paraId="45B862B4" w14:textId="3320A281" w:rsidR="00CA3076" w:rsidRPr="00100752" w:rsidRDefault="003A6A10" w:rsidP="001D3892">
      <w:pPr>
        <w:pStyle w:val="Pealkiri31"/>
        <w:jc w:val="both"/>
      </w:pPr>
      <w:r>
        <w:t xml:space="preserve">Jõgeva Vallavalitsuse </w:t>
      </w:r>
      <w:r w:rsidR="00CA3076" w:rsidRPr="00100752">
        <w:t>poolt väljastatud projekteerimistingimustega;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55DA2D84" w:rsidR="00CA3076" w:rsidRPr="00100752" w:rsidRDefault="00CD52E7" w:rsidP="002625D3">
      <w:pPr>
        <w:pStyle w:val="Pealkiri31"/>
      </w:pPr>
      <w:r w:rsidRPr="00100752">
        <w:t xml:space="preserve">standarditega </w:t>
      </w:r>
      <w:r w:rsidR="000B24B2" w:rsidRPr="00100752">
        <w:t xml:space="preserve">EVS 932:2017 „Ehitusprojekt“ </w:t>
      </w:r>
      <w:r w:rsidRPr="00100752">
        <w:t xml:space="preserve"> ja EVS 811:2012 </w:t>
      </w:r>
      <w:r w:rsidR="00174FB1">
        <w:t>„H</w:t>
      </w:r>
      <w:r w:rsidR="00CA3076" w:rsidRPr="00100752">
        <w:t>oone ehitusprojekt</w:t>
      </w:r>
      <w:r w:rsidR="00174FB1">
        <w:t>“</w:t>
      </w:r>
      <w:r w:rsidR="002625D3">
        <w:t xml:space="preserve">, </w:t>
      </w:r>
      <w:r w:rsidR="002625D3" w:rsidRPr="002625D3">
        <w:t>EVS-EN 62305 (Piksekaitse)</w:t>
      </w:r>
      <w:r w:rsidR="00CA3076" w:rsidRPr="00100752">
        <w:t>.</w:t>
      </w:r>
    </w:p>
    <w:p w14:paraId="670AD71C" w14:textId="77777777"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ehitusgeoloogilised ja ehitusgeodeetilised uurimistööd, j</w:t>
      </w:r>
      <w:r w:rsidR="00CD52E7" w:rsidRPr="00100752">
        <w:t>uhul kui neid ei ole eelnevalt t</w:t>
      </w:r>
      <w:r w:rsidRPr="00100752">
        <w:t xml:space="preserve">ellijal tellitud. </w:t>
      </w:r>
    </w:p>
    <w:p w14:paraId="25EB35B3" w14:textId="77777777"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vajalikud load ja kooskõlastused, sh. hankima projekteerimistingimused ja kõik projekteerimistingimustes nõutud projekti kooskõlastused, juhul kui neid pole e</w:t>
      </w:r>
      <w:r w:rsidR="009267C2" w:rsidRPr="00100752">
        <w:t>elnevalt t</w:t>
      </w:r>
      <w:r w:rsidR="00CA3076" w:rsidRPr="00100752">
        <w:t xml:space="preserve">ellijal tellitud. </w:t>
      </w:r>
    </w:p>
    <w:p w14:paraId="4B77D66A" w14:textId="77DAB6E5" w:rsidR="00DC7FDF" w:rsidRPr="00100752" w:rsidRDefault="00CA3076" w:rsidP="0085607B">
      <w:pPr>
        <w:pStyle w:val="Pealkiri21"/>
        <w:jc w:val="both"/>
      </w:pPr>
      <w:r w:rsidRPr="00100752">
        <w:lastRenderedPageBreak/>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A02170">
        <w:t xml:space="preserve">Digitaalse projekti ühe </w:t>
      </w:r>
      <w:r w:rsidR="00A02170" w:rsidRPr="005B52CD">
        <w:t xml:space="preserve">faili </w:t>
      </w:r>
      <w:r w:rsidR="000A695D" w:rsidRPr="005B52CD">
        <w:t xml:space="preserve"> lubatud maksimaalne </w:t>
      </w:r>
      <w:r w:rsidR="00290B14" w:rsidRPr="005B52CD">
        <w:t xml:space="preserve">maht on 100 </w:t>
      </w:r>
      <w:r w:rsidR="00FB5D47" w:rsidRPr="005B52CD">
        <w:t>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0FE7571D"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ellijale üle nendeks tähtaegadeks, mis on fikseeritud projekteerimistööde loetelu-graafikus, mis</w:t>
      </w:r>
      <w:r w:rsidR="00F05D2C">
        <w:t xml:space="preserve"> on lepingu lahutamatu lisa nr 2</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5B52CD">
        <w:t>hiljemalt</w:t>
      </w:r>
      <w:r w:rsidRPr="005B52CD">
        <w:t xml:space="preserve"> </w:t>
      </w:r>
      <w:r w:rsidR="00E636B4" w:rsidRPr="005B52CD">
        <w:t>6 (kuus)</w:t>
      </w:r>
      <w:r w:rsidR="00E636B4">
        <w:t xml:space="preserve"> </w:t>
      </w:r>
      <w:r w:rsidRPr="00100752">
        <w:t>kuud pä</w:t>
      </w:r>
      <w:r w:rsidR="00662208" w:rsidRPr="00100752">
        <w:t xml:space="preserve">rast lepingu allkirjastamist </w:t>
      </w:r>
      <w:r w:rsidRPr="00100752">
        <w:t>poolte poolt.</w:t>
      </w:r>
    </w:p>
    <w:p w14:paraId="53EE65F6" w14:textId="00934961" w:rsidR="00CA3076" w:rsidRPr="00583C4E" w:rsidRDefault="00CA3076" w:rsidP="00BA6375">
      <w:pPr>
        <w:pStyle w:val="Pealkiri21"/>
        <w:jc w:val="both"/>
      </w:pPr>
      <w:r w:rsidRPr="00583C4E">
        <w:t>Projekteerijal ei ole õigust ületada projekteerimise tähtaegu ühelgi juhul</w:t>
      </w:r>
      <w:r w:rsidR="00C75DA6" w:rsidRPr="00583C4E">
        <w:t>, välja arvatud juhul, kui projekteerimise tähtaja ületamine on vältimatu</w:t>
      </w:r>
      <w:r w:rsidRPr="00583C4E">
        <w:t xml:space="preserve"> mõne loa või kooskõlastuse mittesaamis</w:t>
      </w:r>
      <w:r w:rsidR="00A84891" w:rsidRPr="00583C4E">
        <w:t>e tõttu ning</w:t>
      </w:r>
      <w:r w:rsidR="00C75DA6" w:rsidRPr="00583C4E">
        <w:t xml:space="preserve"> </w:t>
      </w:r>
      <w:r w:rsidR="00A84891" w:rsidRPr="00583C4E">
        <w:t>see</w:t>
      </w:r>
      <w:r w:rsidR="00C75DA6" w:rsidRPr="00583C4E">
        <w:t xml:space="preserve">juures </w:t>
      </w:r>
      <w:r w:rsidR="00A84891" w:rsidRPr="00583C4E">
        <w:t xml:space="preserve">on </w:t>
      </w:r>
      <w:r w:rsidR="00C75DA6" w:rsidRPr="00583C4E">
        <w:t>projekteerija teinud omalt poolt kõik mõistlikult võimaliku, et luba või kooskõlastus saada tähtaegselt</w:t>
      </w:r>
      <w:r w:rsidRPr="00583C4E">
        <w:t>.</w:t>
      </w:r>
      <w:r w:rsidR="00C75DA6" w:rsidRPr="00583C4E">
        <w:t xml:space="preserve"> Sellise tähtaja ületamise võimalikkusest</w:t>
      </w:r>
      <w:r w:rsidR="00A84891" w:rsidRPr="00583C4E">
        <w:t xml:space="preserve"> ja toimumisest</w:t>
      </w:r>
      <w:r w:rsidR="00C75DA6" w:rsidRPr="00583C4E">
        <w:t xml:space="preserve">, selle põhjustest ja projekteerija poolt võetud meetmetest annab projekteerija tellijale eelnevalt teada. </w:t>
      </w:r>
    </w:p>
    <w:p w14:paraId="7BCA7251" w14:textId="77777777" w:rsidR="00CA3076" w:rsidRPr="00583C4E" w:rsidRDefault="00CA3076" w:rsidP="00BA6375">
      <w:pPr>
        <w:pStyle w:val="Pealkiri21"/>
        <w:jc w:val="both"/>
      </w:pPr>
      <w:r w:rsidRPr="00583C4E">
        <w:t xml:space="preserve">Projekteerimistööde üksikute etappide ja kogu projekti </w:t>
      </w:r>
      <w:r w:rsidR="009267C2" w:rsidRPr="00583C4E">
        <w:t>vastuvõtmise kohta vormistavad p</w:t>
      </w:r>
      <w:r w:rsidRPr="00583C4E">
        <w:t>ooled üleandmis- ja vastuvõtmisakti.</w:t>
      </w:r>
    </w:p>
    <w:p w14:paraId="20909978" w14:textId="77777777" w:rsidR="00CA3076" w:rsidRPr="00583C4E" w:rsidRDefault="00CA3076" w:rsidP="00BA6375">
      <w:pPr>
        <w:pStyle w:val="Pealkiri21"/>
        <w:jc w:val="both"/>
      </w:pPr>
      <w:r w:rsidRPr="00583C4E">
        <w:t>Projekteerimistööde üksikute etappide ja kogu projekti vastuvõtmise kuupäevaks loetakse ü</w:t>
      </w:r>
      <w:r w:rsidR="00CD52E7" w:rsidRPr="00583C4E">
        <w:t>leandmis- ja vastuvõtmisaktide t</w:t>
      </w:r>
      <w:r w:rsidRPr="00583C4E">
        <w:t>ellija poolt allakirjutamise kuupäevi. Tellija on kohustatud esitatud projekteerimistööde etapid ja valmis projekti läbi vaatama 5</w:t>
      </w:r>
      <w:r w:rsidR="00CD52E7" w:rsidRPr="00583C4E">
        <w:t xml:space="preserve"> (viie) tööpäeva jooksul p</w:t>
      </w:r>
      <w:r w:rsidRPr="00583C4E">
        <w:t xml:space="preserve">rojekteerija poolt esitatud päevast alates. </w:t>
      </w:r>
      <w:r w:rsidR="00CD52E7" w:rsidRPr="00583C4E">
        <w:t>Selle ajavahemiku jooksul peab t</w:t>
      </w:r>
      <w:r w:rsidRPr="00583C4E">
        <w:t>ellija projekti või selle etapiosa kas vastu võtma (üleandmis-vastuvõtmisakti allakirjutamisega) või keelduma vastuvõtmisest motiveeritud põhjendusega.</w:t>
      </w:r>
    </w:p>
    <w:p w14:paraId="665C56CD" w14:textId="03555E9F" w:rsidR="00CA3076" w:rsidRPr="00583C4E" w:rsidRDefault="00CA3076" w:rsidP="00BA6375">
      <w:pPr>
        <w:pStyle w:val="Pealkiri21"/>
        <w:jc w:val="both"/>
      </w:pPr>
      <w:r w:rsidRPr="00583C4E">
        <w:t xml:space="preserve">Ükskõik millise projekteerimise tähtaja ületamisel </w:t>
      </w:r>
      <w:r w:rsidR="00CD52E7" w:rsidRPr="00583C4E">
        <w:t>projekteerija poolt</w:t>
      </w:r>
      <w:r w:rsidR="00001812" w:rsidRPr="00583C4E">
        <w:t>, välja arvatud punktis 3.2. kirjeldatud lubatud juhtudel,</w:t>
      </w:r>
      <w:r w:rsidR="00CD52E7" w:rsidRPr="00583C4E">
        <w:t xml:space="preserve"> on t</w:t>
      </w:r>
      <w:r w:rsidRPr="00583C4E">
        <w:t xml:space="preserve">ellijal õigus nõuda leppetrahvi 0,15% punktis 4.1 määratud </w:t>
      </w:r>
      <w:r w:rsidR="00CD52E7" w:rsidRPr="00583C4E">
        <w:t>p</w:t>
      </w:r>
      <w:r w:rsidRPr="00583C4E">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6400C0B1"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3A6A10">
        <w:t xml:space="preserve">14040 </w:t>
      </w:r>
      <w:r w:rsidR="009267C2" w:rsidRPr="00100752">
        <w:t>(</w:t>
      </w:r>
      <w:r w:rsidR="003A6A10">
        <w:rPr>
          <w:rFonts w:eastAsia="Calibri"/>
        </w:rPr>
        <w:t xml:space="preserve">neliteist tuhat nelikümmend) </w:t>
      </w:r>
      <w:r w:rsidR="00CA3076" w:rsidRPr="00100752">
        <w:t xml:space="preserve">eurot, edaspidi </w:t>
      </w:r>
      <w:r w:rsidRPr="00100752">
        <w:rPr>
          <w:b/>
        </w:rPr>
        <w:t>p</w:t>
      </w:r>
      <w:r w:rsidR="00CA3076" w:rsidRPr="00100752">
        <w:rPr>
          <w:b/>
        </w:rPr>
        <w:t>rojekteerija tasu</w:t>
      </w:r>
      <w:r w:rsidR="00CA3076" w:rsidRPr="00100752">
        <w:t>.</w:t>
      </w:r>
    </w:p>
    <w:p w14:paraId="05605184" w14:textId="24D1A892"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F05D2C">
        <w:t>2</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lastRenderedPageBreak/>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2B7A508F" w:rsidR="00CA3076" w:rsidRPr="00100752" w:rsidRDefault="00CA3076" w:rsidP="00BA6375">
      <w:pPr>
        <w:pStyle w:val="Pealkiri21"/>
        <w:jc w:val="both"/>
      </w:pPr>
      <w:r w:rsidRPr="00100752">
        <w:t>Ob</w:t>
      </w:r>
      <w:r w:rsidR="00867887" w:rsidRPr="00100752">
        <w:t>jekti vastutav projekteerija on</w:t>
      </w:r>
      <w:r w:rsidRPr="00100752">
        <w:t xml:space="preserve"> </w:t>
      </w:r>
      <w:r w:rsidR="00C0291A">
        <w:rPr>
          <w:rFonts w:eastAsia="Calibri"/>
        </w:rPr>
        <w:t xml:space="preserve">Sulev Nurme </w:t>
      </w:r>
      <w:r w:rsidR="00B47672" w:rsidRPr="00100752">
        <w:t xml:space="preserve">tel </w:t>
      </w:r>
      <w:r w:rsidR="00C0291A">
        <w:t>53401463</w:t>
      </w:r>
      <w:r w:rsidR="0048584E" w:rsidRPr="00100752">
        <w:t xml:space="preserve"> e-post </w:t>
      </w:r>
      <w:r w:rsidR="00C0291A">
        <w:t>sulev@artes.ee</w:t>
      </w:r>
    </w:p>
    <w:p w14:paraId="2AB75983" w14:textId="5CA6D5FD" w:rsidR="0048584E" w:rsidRPr="00100752" w:rsidRDefault="0048584E" w:rsidP="00BA6375">
      <w:pPr>
        <w:pStyle w:val="Pealkiri21"/>
        <w:jc w:val="both"/>
      </w:pPr>
      <w:r w:rsidRPr="00100752">
        <w:t xml:space="preserve">Projekteerija esindaja on </w:t>
      </w:r>
      <w:r w:rsidR="000A0A86">
        <w:t xml:space="preserve">Sulev Nurme, </w:t>
      </w:r>
      <w:r w:rsidRPr="00100752">
        <w:rPr>
          <w:rFonts w:eastAsia="Calibri"/>
        </w:rPr>
        <w:t xml:space="preserve">tel </w:t>
      </w:r>
      <w:r w:rsidR="000A0A86">
        <w:t>53401463</w:t>
      </w:r>
      <w:r w:rsidRPr="00100752">
        <w:t xml:space="preserve">, e-post </w:t>
      </w:r>
      <w:r w:rsidR="000A0A86">
        <w:t>sulev@artes.ee</w:t>
      </w:r>
    </w:p>
    <w:p w14:paraId="56F1C27E" w14:textId="6887E8CB" w:rsidR="003731BF" w:rsidRPr="00100752" w:rsidRDefault="00CA3076" w:rsidP="00BA6375">
      <w:pPr>
        <w:pStyle w:val="Pealkiri21"/>
        <w:jc w:val="both"/>
      </w:pPr>
      <w:r w:rsidRPr="00100752">
        <w:t xml:space="preserve">Tellija </w:t>
      </w:r>
      <w:r w:rsidR="003731BF" w:rsidRPr="00100752">
        <w:t xml:space="preserve">esindaja on RMK </w:t>
      </w:r>
      <w:r w:rsidR="000A0A86">
        <w:rPr>
          <w:rFonts w:eastAsia="Calibri"/>
        </w:rPr>
        <w:t xml:space="preserve">külastusala juht </w:t>
      </w:r>
      <w:proofErr w:type="spellStart"/>
      <w:r w:rsidR="000A0A86">
        <w:rPr>
          <w:rFonts w:eastAsia="Calibri"/>
        </w:rPr>
        <w:t>Andri</w:t>
      </w:r>
      <w:proofErr w:type="spellEnd"/>
      <w:r w:rsidR="000A0A86">
        <w:rPr>
          <w:rFonts w:eastAsia="Calibri"/>
        </w:rPr>
        <w:t xml:space="preserve"> </w:t>
      </w:r>
      <w:proofErr w:type="spellStart"/>
      <w:r w:rsidR="000A0A86">
        <w:rPr>
          <w:rFonts w:eastAsia="Calibri"/>
        </w:rPr>
        <w:t>Plato,</w:t>
      </w:r>
      <w:r w:rsidR="0048584E" w:rsidRPr="00100752">
        <w:rPr>
          <w:rFonts w:eastAsia="Calibri"/>
        </w:rPr>
        <w:t>tel</w:t>
      </w:r>
      <w:proofErr w:type="spellEnd"/>
      <w:r w:rsidR="0048584E" w:rsidRPr="00100752">
        <w:rPr>
          <w:rFonts w:eastAsia="Calibri"/>
        </w:rPr>
        <w:t xml:space="preserve"> </w:t>
      </w:r>
      <w:r w:rsidR="000A0A86">
        <w:t>54004851</w:t>
      </w:r>
      <w:r w:rsidR="0048584E" w:rsidRPr="00100752">
        <w:t xml:space="preserve">, e-post </w:t>
      </w:r>
      <w:r w:rsidR="000A0A86">
        <w:t>andri.plato@rmk.ee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7777777"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33099A" w:rsidRPr="00100752">
            <w:t>[Vali sobiv]</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5867411E" w:rsidR="006F20A8" w:rsidRPr="00100752" w:rsidRDefault="00943DB2" w:rsidP="006F20A8">
      <w:pPr>
        <w:tabs>
          <w:tab w:val="left" w:pos="0"/>
        </w:tabs>
        <w:suppressAutoHyphens/>
        <w:jc w:val="both"/>
        <w:rPr>
          <w:kern w:val="1"/>
          <w:szCs w:val="20"/>
          <w:lang w:eastAsia="ar-SA"/>
        </w:rPr>
      </w:pPr>
      <w:r w:rsidRPr="00100752">
        <w:rPr>
          <w:kern w:val="1"/>
          <w:szCs w:val="20"/>
          <w:lang w:eastAsia="ar-SA"/>
        </w:rPr>
        <w:t>11.</w:t>
      </w:r>
      <w:r w:rsidR="006F20A8" w:rsidRPr="00100752">
        <w:rPr>
          <w:kern w:val="1"/>
          <w:szCs w:val="20"/>
          <w:lang w:eastAsia="ar-SA"/>
        </w:rPr>
        <w:t xml:space="preserve">1. lisa nr 1 Tellija lähteülesanded (ei asu lepingu juures)        </w:t>
      </w:r>
    </w:p>
    <w:p w14:paraId="09992A92" w14:textId="46F2A003"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.2</w:t>
      </w:r>
      <w:r w:rsidR="00F05D2C">
        <w:rPr>
          <w:kern w:val="1"/>
          <w:szCs w:val="20"/>
          <w:lang w:eastAsia="ar-SA"/>
        </w:rPr>
        <w:t>. lisa nr 2</w:t>
      </w:r>
      <w:r w:rsidRPr="00100752">
        <w:rPr>
          <w:kern w:val="1"/>
          <w:szCs w:val="20"/>
          <w:lang w:eastAsia="ar-SA"/>
        </w:rPr>
        <w:t xml:space="preserve"> projekteerimistööde loetelu-graafik</w:t>
      </w:r>
      <w:r w:rsidRPr="00100752">
        <w:rPr>
          <w:kern w:val="1"/>
          <w:szCs w:val="20"/>
          <w:lang w:eastAsia="ar-SA"/>
        </w:rPr>
        <w:tab/>
      </w:r>
    </w:p>
    <w:p w14:paraId="6818B250" w14:textId="26EBB786"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lastRenderedPageBreak/>
              <w:t>Riigimetsa Majandamise Keskus</w:t>
            </w:r>
          </w:p>
        </w:tc>
        <w:tc>
          <w:tcPr>
            <w:tcW w:w="4531" w:type="dxa"/>
          </w:tcPr>
          <w:p w14:paraId="4368FBED" w14:textId="1A89BC30" w:rsidR="002437D4" w:rsidRPr="00100752" w:rsidRDefault="000A0A86">
            <w:r>
              <w:t>AB Artes Terrae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40EFB427" w:rsidR="002437D4" w:rsidRPr="00100752" w:rsidRDefault="002437D4">
            <w:r w:rsidRPr="00100752">
              <w:t xml:space="preserve">Registrikood </w:t>
            </w:r>
            <w:r w:rsidR="000A0A86" w:rsidRPr="000A0A86">
              <w:t>12978320</w:t>
            </w:r>
          </w:p>
        </w:tc>
      </w:tr>
      <w:tr w:rsidR="002437D4" w:rsidRPr="00100752" w14:paraId="1A69C3A7" w14:textId="77777777" w:rsidTr="002437D4">
        <w:tc>
          <w:tcPr>
            <w:tcW w:w="4531" w:type="dxa"/>
          </w:tcPr>
          <w:p w14:paraId="40752F73" w14:textId="77777777" w:rsidR="008A43C7" w:rsidRPr="00100752" w:rsidRDefault="0076689E" w:rsidP="0076689E">
            <w:proofErr w:type="spellStart"/>
            <w:r w:rsidRPr="00100752">
              <w:t>Sagadi</w:t>
            </w:r>
            <w:proofErr w:type="spellEnd"/>
            <w:r w:rsidRPr="00100752">
              <w:t xml:space="preserve"> küla, Haljala</w:t>
            </w:r>
            <w:r w:rsidR="008A43C7" w:rsidRPr="00100752">
              <w:t xml:space="preserve"> vald,</w:t>
            </w:r>
          </w:p>
        </w:tc>
        <w:tc>
          <w:tcPr>
            <w:tcW w:w="4531" w:type="dxa"/>
          </w:tcPr>
          <w:p w14:paraId="6AAA180E" w14:textId="2845F42B" w:rsidR="002437D4" w:rsidRPr="00100752" w:rsidRDefault="000A0A86">
            <w:proofErr w:type="spellStart"/>
            <w:r w:rsidRPr="000A0A86">
              <w:t>Küütri</w:t>
            </w:r>
            <w:proofErr w:type="spellEnd"/>
            <w:r w:rsidRPr="000A0A86">
              <w:t xml:space="preserve"> tn 14 Tartu linn 51007</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6C438C42" w:rsidR="002437D4" w:rsidRPr="00100752" w:rsidRDefault="002437D4" w:rsidP="000A0A86">
            <w:r w:rsidRPr="00100752">
              <w:t xml:space="preserve">Tel </w:t>
            </w:r>
            <w:r w:rsidR="000A0A86">
              <w:t>53401463</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2F781C14" w:rsidR="002437D4" w:rsidRPr="00100752" w:rsidRDefault="002437D4" w:rsidP="000A0A86">
            <w:r w:rsidRPr="00100752">
              <w:t xml:space="preserve">E-post </w:t>
            </w:r>
            <w:r w:rsidR="000A0A86">
              <w:t>sulev@artes.ee</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68A33FCE" w:rsidR="002437D4" w:rsidRPr="00100752" w:rsidRDefault="00000000">
            <w:sdt>
              <w:sdtPr>
                <w:id w:val="698586215"/>
                <w:placeholder>
                  <w:docPart w:val="E236B6130DF64227A378F0FE3B32AF7D"/>
                </w:placeholder>
                <w:comboBox>
                  <w:listItem w:displayText=" " w:value=" "/>
                  <w:listItem w:displayText="(allkirjastatud digitaalselt)" w:value="(allkirjastatud digitaalselt)"/>
                </w:comboBox>
              </w:sdtPr>
              <w:sdtContent>
                <w:r w:rsidR="000A0A86">
                  <w:t>(allkirjastatud digitaalselt)</w:t>
                </w:r>
              </w:sdtContent>
            </w:sdt>
          </w:p>
        </w:tc>
        <w:tc>
          <w:tcPr>
            <w:tcW w:w="4531" w:type="dxa"/>
          </w:tcPr>
          <w:p w14:paraId="48DC5A9A" w14:textId="26367AFF" w:rsidR="002437D4" w:rsidRPr="00100752" w:rsidRDefault="00000000">
            <w:sdt>
              <w:sdtPr>
                <w:id w:val="155109603"/>
                <w:placeholder>
                  <w:docPart w:val="EB0A11D5107942D6B98419204839E5D4"/>
                </w:placeholder>
                <w:comboBox>
                  <w:listItem w:displayText=" " w:value=" "/>
                  <w:listItem w:displayText="(allkirjastatud digitaalselt)" w:value="(allkirjastatud digitaalselt)"/>
                </w:comboBox>
              </w:sdtPr>
              <w:sdtContent>
                <w:r w:rsidR="000A0A86">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4F449711" w:rsidR="002437D4" w:rsidRPr="00100752" w:rsidRDefault="000A0A86">
            <w:proofErr w:type="spellStart"/>
            <w:r>
              <w:t>Andri</w:t>
            </w:r>
            <w:proofErr w:type="spellEnd"/>
            <w:r>
              <w:t xml:space="preserve"> </w:t>
            </w:r>
            <w:proofErr w:type="spellStart"/>
            <w:r>
              <w:t>Plato</w:t>
            </w:r>
            <w:proofErr w:type="spellEnd"/>
          </w:p>
        </w:tc>
        <w:tc>
          <w:tcPr>
            <w:tcW w:w="4531" w:type="dxa"/>
          </w:tcPr>
          <w:p w14:paraId="2D46BB98" w14:textId="0CBEFCB5" w:rsidR="002437D4" w:rsidRPr="00100752" w:rsidRDefault="000A0A86">
            <w:r>
              <w:t>Sulev Nurme</w:t>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51ED05E7" w:rsidR="00D33785" w:rsidRPr="00100752" w:rsidRDefault="00F05D2C" w:rsidP="00D33785">
      <w:pPr>
        <w:pageBreakBefore/>
        <w:tabs>
          <w:tab w:val="left" w:pos="0"/>
        </w:tabs>
        <w:suppressAutoHyphens/>
        <w:jc w:val="both"/>
        <w:rPr>
          <w:kern w:val="1"/>
          <w:szCs w:val="20"/>
          <w:lang w:eastAsia="ar-SA"/>
        </w:rPr>
      </w:pPr>
      <w:r>
        <w:rPr>
          <w:kern w:val="1"/>
          <w:szCs w:val="20"/>
          <w:lang w:eastAsia="ar-SA"/>
        </w:rPr>
        <w:lastRenderedPageBreak/>
        <w:t>Lisa 2</w:t>
      </w:r>
    </w:p>
    <w:p w14:paraId="05B7E3A7" w14:textId="378797A1"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9670B1">
        <w:rPr>
          <w:kern w:val="1"/>
          <w:szCs w:val="20"/>
          <w:lang w:eastAsia="ar-SA"/>
        </w:rPr>
        <w:t xml:space="preserve">AB Artes Terrae OÜ </w:t>
      </w:r>
      <w:r w:rsidRPr="00100752">
        <w:rPr>
          <w:kern w:val="1"/>
          <w:szCs w:val="20"/>
          <w:lang w:eastAsia="ar-SA"/>
        </w:rPr>
        <w:t xml:space="preserve">vahelise     projekteerimislepingu nr </w:t>
      </w:r>
      <w:r w:rsidR="009670B1" w:rsidRPr="00BF4840">
        <w:tab/>
        <w:t>1-46.11.35/2022/1</w:t>
      </w:r>
      <w:r w:rsidR="009670B1">
        <w:t xml:space="preserve"> </w:t>
      </w:r>
      <w:r w:rsidRPr="00100752">
        <w:rPr>
          <w:kern w:val="1"/>
          <w:szCs w:val="20"/>
          <w:lang w:eastAsia="ar-SA"/>
        </w:rPr>
        <w:t xml:space="preserve">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6331BFA0" w14:textId="77777777" w:rsidR="00D33785" w:rsidRPr="00100752" w:rsidRDefault="00D33785" w:rsidP="00D33785">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06914428" w14:textId="77777777" w:rsidR="00D33785" w:rsidRPr="00100752" w:rsidRDefault="00D33785" w:rsidP="00D33785">
      <w:pPr>
        <w:tabs>
          <w:tab w:val="left" w:pos="0"/>
        </w:tabs>
        <w:suppressAutoHyphens/>
        <w:rPr>
          <w:kern w:val="1"/>
          <w:szCs w:val="20"/>
          <w:lang w:eastAsia="ar-SA"/>
        </w:rPr>
      </w:pPr>
    </w:p>
    <w:p w14:paraId="0DF05CA5" w14:textId="77777777" w:rsidR="00D33785" w:rsidRPr="00100752" w:rsidRDefault="00D33785" w:rsidP="00D33785">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591EDC90" w14:textId="77777777" w:rsidR="00D33785" w:rsidRPr="00100752" w:rsidRDefault="00D33785" w:rsidP="00D33785">
      <w:pPr>
        <w:tabs>
          <w:tab w:val="left" w:pos="0"/>
        </w:tabs>
        <w:suppressAutoHyphens/>
        <w:ind w:left="360"/>
        <w:jc w:val="both"/>
        <w:rPr>
          <w:kern w:val="1"/>
          <w:szCs w:val="20"/>
          <w:lang w:eastAsia="ar-SA"/>
        </w:rPr>
      </w:pPr>
    </w:p>
    <w:p w14:paraId="10006A1D"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Projekteerimisega seotud eelnevad uuringud ja mõõdistused.</w:t>
      </w:r>
    </w:p>
    <w:p w14:paraId="7AF3A04A"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6F593B34" w14:textId="77777777" w:rsidR="00D33785" w:rsidRPr="00100752" w:rsidRDefault="00D33785" w:rsidP="00D33785">
      <w:pPr>
        <w:suppressAutoHyphens/>
        <w:jc w:val="both"/>
        <w:rPr>
          <w:kern w:val="1"/>
          <w:szCs w:val="20"/>
          <w:lang w:eastAsia="ar-SA"/>
        </w:rPr>
      </w:pPr>
    </w:p>
    <w:p w14:paraId="4D4131B3" w14:textId="77777777" w:rsidR="00D33785" w:rsidRPr="00100752" w:rsidRDefault="00D33785" w:rsidP="00D33785">
      <w:pPr>
        <w:suppressAutoHyphens/>
        <w:jc w:val="both"/>
        <w:rPr>
          <w:kern w:val="1"/>
          <w:szCs w:val="20"/>
          <w:lang w:eastAsia="ar-SA"/>
        </w:rPr>
      </w:pPr>
    </w:p>
    <w:p w14:paraId="591C8AF3" w14:textId="3EFB6EA7"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9670B1">
        <w:rPr>
          <w:kern w:val="1"/>
          <w:szCs w:val="20"/>
          <w:lang w:eastAsia="ar-SA"/>
        </w:rPr>
        <w:t xml:space="preserve">4000 </w:t>
      </w:r>
      <w:r w:rsidRPr="00100752">
        <w:rPr>
          <w:kern w:val="1"/>
          <w:szCs w:val="20"/>
          <w:lang w:eastAsia="ar-SA"/>
        </w:rPr>
        <w:t>eurot, millele lisandub käibemaks 20%;</w:t>
      </w:r>
    </w:p>
    <w:p w14:paraId="370B6DD6" w14:textId="0BDEF422" w:rsidR="00D33785" w:rsidRPr="00100752" w:rsidRDefault="009E6B9F" w:rsidP="00D33785">
      <w:pPr>
        <w:suppressAutoHyphens/>
        <w:ind w:left="360"/>
        <w:jc w:val="both"/>
        <w:rPr>
          <w:kern w:val="1"/>
          <w:szCs w:val="20"/>
          <w:lang w:eastAsia="ar-SA"/>
        </w:rPr>
      </w:pPr>
      <w:r>
        <w:rPr>
          <w:kern w:val="1"/>
          <w:szCs w:val="20"/>
          <w:lang w:eastAsia="ar-SA"/>
        </w:rPr>
        <w:t>tähtaeg 2</w:t>
      </w:r>
      <w:r w:rsidR="00D33785" w:rsidRPr="005B52CD">
        <w:rPr>
          <w:kern w:val="1"/>
          <w:szCs w:val="20"/>
          <w:lang w:eastAsia="ar-SA"/>
        </w:rPr>
        <w:t xml:space="preserve"> kuud peale lepingu allkirjastamist</w:t>
      </w:r>
      <w:r w:rsidR="00D33785" w:rsidRPr="00100752">
        <w:rPr>
          <w:kern w:val="1"/>
          <w:szCs w:val="20"/>
          <w:lang w:eastAsia="ar-SA"/>
        </w:rPr>
        <w:t xml:space="preserve"> osapoolte poolt.                                                                                                   </w:t>
      </w:r>
    </w:p>
    <w:p w14:paraId="4C817140" w14:textId="77777777" w:rsidR="00D33785" w:rsidRPr="00100752" w:rsidRDefault="00D33785" w:rsidP="00D33785">
      <w:pPr>
        <w:tabs>
          <w:tab w:val="left" w:pos="0"/>
        </w:tabs>
        <w:suppressAutoHyphens/>
        <w:jc w:val="both"/>
        <w:rPr>
          <w:kern w:val="1"/>
          <w:szCs w:val="20"/>
          <w:lang w:eastAsia="ar-SA"/>
        </w:rPr>
      </w:pPr>
    </w:p>
    <w:p w14:paraId="1CE27B2B" w14:textId="5F5BDDC1" w:rsidR="00D33785" w:rsidRPr="00100752" w:rsidRDefault="004A261B" w:rsidP="00D33785">
      <w:pPr>
        <w:tabs>
          <w:tab w:val="left" w:pos="0"/>
        </w:tabs>
        <w:suppressAutoHyphens/>
        <w:jc w:val="both"/>
        <w:rPr>
          <w:kern w:val="1"/>
          <w:szCs w:val="20"/>
          <w:lang w:eastAsia="ar-SA"/>
        </w:rPr>
      </w:pPr>
      <w:r>
        <w:rPr>
          <w:kern w:val="1"/>
          <w:szCs w:val="20"/>
          <w:lang w:eastAsia="ar-SA"/>
        </w:rPr>
        <w:t xml:space="preserve">2. </w:t>
      </w:r>
      <w:r w:rsidRPr="004A261B">
        <w:rPr>
          <w:b/>
          <w:kern w:val="1"/>
          <w:szCs w:val="20"/>
          <w:lang w:eastAsia="ar-SA"/>
        </w:rPr>
        <w:t xml:space="preserve">Põhiprojekt </w:t>
      </w:r>
      <w:r w:rsidRPr="004A261B">
        <w:rPr>
          <w:b/>
          <w:i/>
          <w:kern w:val="1"/>
          <w:szCs w:val="20"/>
          <w:lang w:eastAsia="ar-SA"/>
        </w:rPr>
        <w:t>(digitaalselt)</w:t>
      </w:r>
    </w:p>
    <w:p w14:paraId="52B3D054" w14:textId="77777777" w:rsidR="004028FA" w:rsidRDefault="004028FA" w:rsidP="004028FA">
      <w:pPr>
        <w:suppressAutoHyphens/>
        <w:spacing w:after="120"/>
        <w:ind w:left="357"/>
        <w:jc w:val="both"/>
        <w:rPr>
          <w:kern w:val="1"/>
          <w:szCs w:val="20"/>
          <w:lang w:eastAsia="ar-SA"/>
        </w:rPr>
      </w:pPr>
    </w:p>
    <w:p w14:paraId="1A1862BE" w14:textId="2EAFA9AB" w:rsidR="004028FA" w:rsidRDefault="004028FA" w:rsidP="004028FA">
      <w:pPr>
        <w:suppressAutoHyphens/>
        <w:spacing w:after="120"/>
        <w:ind w:left="357"/>
        <w:jc w:val="both"/>
        <w:rPr>
          <w:kern w:val="1"/>
          <w:szCs w:val="20"/>
          <w:lang w:eastAsia="ar-SA"/>
        </w:rPr>
      </w:pPr>
      <w:r w:rsidRPr="00100752">
        <w:rPr>
          <w:kern w:val="1"/>
          <w:szCs w:val="20"/>
          <w:lang w:eastAsia="ar-SA"/>
        </w:rPr>
        <w:t xml:space="preserve">maksumus </w:t>
      </w:r>
      <w:r w:rsidR="009670B1">
        <w:rPr>
          <w:kern w:val="1"/>
          <w:szCs w:val="20"/>
          <w:lang w:eastAsia="ar-SA"/>
        </w:rPr>
        <w:t xml:space="preserve">4000 </w:t>
      </w:r>
      <w:r w:rsidRPr="00100752">
        <w:rPr>
          <w:kern w:val="1"/>
          <w:szCs w:val="20"/>
          <w:lang w:eastAsia="ar-SA"/>
        </w:rPr>
        <w:t>eurot, millele lisandub käibemaks 20%;</w:t>
      </w:r>
    </w:p>
    <w:p w14:paraId="59707224" w14:textId="370D7398" w:rsidR="00D33785" w:rsidRPr="004028FA" w:rsidRDefault="004028FA" w:rsidP="004028FA">
      <w:pPr>
        <w:suppressAutoHyphens/>
        <w:spacing w:after="120"/>
        <w:ind w:left="357"/>
        <w:jc w:val="both"/>
        <w:rPr>
          <w:kern w:val="1"/>
          <w:szCs w:val="20"/>
          <w:lang w:eastAsia="ar-SA"/>
        </w:rPr>
      </w:pPr>
      <w:r>
        <w:rPr>
          <w:kern w:val="1"/>
          <w:szCs w:val="20"/>
          <w:lang w:eastAsia="ar-SA"/>
        </w:rPr>
        <w:t>tähtaeg 4</w:t>
      </w:r>
      <w:r w:rsidRPr="005B52CD">
        <w:rPr>
          <w:kern w:val="1"/>
          <w:szCs w:val="20"/>
          <w:lang w:eastAsia="ar-SA"/>
        </w:rPr>
        <w:t xml:space="preserve"> kuud peale lepingu allkirjastamist</w:t>
      </w:r>
      <w:r w:rsidRPr="00100752">
        <w:rPr>
          <w:kern w:val="1"/>
          <w:szCs w:val="20"/>
          <w:lang w:eastAsia="ar-SA"/>
        </w:rPr>
        <w:t xml:space="preserve"> osapoolte poolt.                                                                                                   </w:t>
      </w:r>
    </w:p>
    <w:p w14:paraId="49D7B129" w14:textId="77777777" w:rsidR="00D33785" w:rsidRPr="00100752" w:rsidRDefault="00D33785" w:rsidP="00D33785">
      <w:pPr>
        <w:tabs>
          <w:tab w:val="left" w:pos="0"/>
        </w:tabs>
        <w:suppressAutoHyphens/>
        <w:jc w:val="both"/>
        <w:rPr>
          <w:kern w:val="1"/>
          <w:szCs w:val="20"/>
          <w:lang w:eastAsia="ar-SA"/>
        </w:rPr>
      </w:pPr>
    </w:p>
    <w:p w14:paraId="72B442D0" w14:textId="0A618E81" w:rsidR="00D33785" w:rsidRPr="00100752" w:rsidRDefault="00941FC8" w:rsidP="00D33785">
      <w:pPr>
        <w:tabs>
          <w:tab w:val="left" w:pos="0"/>
        </w:tabs>
        <w:suppressAutoHyphens/>
        <w:jc w:val="both"/>
        <w:rPr>
          <w:i/>
          <w:strike/>
          <w:color w:val="FFC000"/>
          <w:kern w:val="1"/>
          <w:szCs w:val="20"/>
          <w:lang w:eastAsia="ar-SA"/>
        </w:rPr>
      </w:pPr>
      <w:r>
        <w:rPr>
          <w:b/>
          <w:bCs/>
          <w:kern w:val="1"/>
          <w:szCs w:val="20"/>
          <w:lang w:eastAsia="ar-SA"/>
        </w:rPr>
        <w:t>3</w:t>
      </w:r>
      <w:r w:rsidR="00D33785" w:rsidRPr="00100752">
        <w:rPr>
          <w:b/>
          <w:bCs/>
          <w:kern w:val="1"/>
          <w:szCs w:val="20"/>
          <w:lang w:eastAsia="ar-SA"/>
        </w:rPr>
        <w:t xml:space="preserve">. 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4D99959"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w:t>
      </w:r>
      <w:r w:rsidR="009670B1">
        <w:rPr>
          <w:kern w:val="1"/>
          <w:szCs w:val="20"/>
          <w:lang w:eastAsia="ar-SA"/>
        </w:rPr>
        <w:t xml:space="preserve"> 3700</w:t>
      </w:r>
      <w:r w:rsidRPr="00100752">
        <w:rPr>
          <w:kern w:val="1"/>
          <w:szCs w:val="20"/>
          <w:lang w:eastAsia="ar-SA"/>
        </w:rPr>
        <w:t xml:space="preserve"> eurot, millele lisandub käibemaks 20%;</w:t>
      </w:r>
    </w:p>
    <w:p w14:paraId="225B2E04" w14:textId="07DB855F" w:rsidR="00D33785" w:rsidRPr="00100752" w:rsidRDefault="00D33785" w:rsidP="00D33785">
      <w:pPr>
        <w:suppressAutoHyphens/>
        <w:ind w:left="360"/>
        <w:jc w:val="both"/>
        <w:rPr>
          <w:kern w:val="1"/>
          <w:szCs w:val="20"/>
          <w:lang w:eastAsia="ar-SA"/>
        </w:rPr>
      </w:pPr>
      <w:r w:rsidRPr="005B52CD">
        <w:rPr>
          <w:kern w:val="1"/>
          <w:szCs w:val="20"/>
          <w:lang w:eastAsia="ar-SA"/>
        </w:rPr>
        <w:t xml:space="preserve">tähtaeg </w:t>
      </w:r>
      <w:r w:rsidR="009E6B9F">
        <w:rPr>
          <w:kern w:val="1"/>
          <w:szCs w:val="20"/>
          <w:lang w:eastAsia="ar-SA"/>
        </w:rPr>
        <w:t>5</w:t>
      </w:r>
      <w:r w:rsidRPr="005B52CD">
        <w:rPr>
          <w:kern w:val="1"/>
          <w:szCs w:val="20"/>
          <w:lang w:eastAsia="ar-SA"/>
        </w:rPr>
        <w:t xml:space="preserve"> kuud peale lepingu</w:t>
      </w:r>
      <w:r w:rsidRPr="00100752">
        <w:rPr>
          <w:kern w:val="1"/>
          <w:szCs w:val="20"/>
          <w:lang w:eastAsia="ar-SA"/>
        </w:rPr>
        <w:t xml:space="preserve">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034A72"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w:t>
      </w:r>
      <w:r w:rsidR="009670B1">
        <w:rPr>
          <w:kern w:val="1"/>
          <w:szCs w:val="20"/>
          <w:lang w:eastAsia="ar-SA"/>
        </w:rPr>
        <w:t>11700</w:t>
      </w:r>
      <w:r w:rsidRPr="00100752">
        <w:rPr>
          <w:kern w:val="1"/>
          <w:szCs w:val="20"/>
          <w:lang w:eastAsia="ar-SA"/>
        </w:rPr>
        <w:t xml:space="preserve">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10691F77" w14:textId="7543334E" w:rsidR="00D33785" w:rsidRPr="00100752" w:rsidRDefault="00664696" w:rsidP="00D33785">
      <w:pPr>
        <w:tabs>
          <w:tab w:val="left" w:pos="0"/>
        </w:tabs>
        <w:suppressAutoHyphens/>
        <w:jc w:val="both"/>
        <w:rPr>
          <w:kern w:val="1"/>
          <w:szCs w:val="20"/>
          <w:lang w:eastAsia="ar-SA"/>
        </w:rPr>
      </w:pPr>
      <w:r>
        <w:rPr>
          <w:kern w:val="1"/>
          <w:szCs w:val="20"/>
          <w:lang w:eastAsia="ar-SA"/>
        </w:rPr>
        <w:t>Sulev Nurme</w:t>
      </w:r>
    </w:p>
    <w:p w14:paraId="54F1C580" w14:textId="01AAF2A9" w:rsidR="00664696" w:rsidRDefault="009670B1" w:rsidP="00D33785">
      <w:pPr>
        <w:tabs>
          <w:tab w:val="left" w:pos="0"/>
        </w:tabs>
        <w:suppressAutoHyphens/>
        <w:jc w:val="both"/>
        <w:rPr>
          <w:kern w:val="1"/>
          <w:szCs w:val="20"/>
          <w:lang w:eastAsia="ar-SA"/>
        </w:rPr>
      </w:pPr>
      <w:r>
        <w:rPr>
          <w:kern w:val="1"/>
          <w:szCs w:val="20"/>
          <w:lang w:eastAsia="ar-SA"/>
        </w:rPr>
        <w:t>AB Artes Terrae OÜ</w:t>
      </w:r>
      <w:r w:rsidR="00664696">
        <w:rPr>
          <w:kern w:val="1"/>
          <w:szCs w:val="20"/>
          <w:lang w:eastAsia="ar-SA"/>
        </w:rPr>
        <w:tab/>
      </w:r>
      <w:r w:rsidR="00664696">
        <w:rPr>
          <w:kern w:val="1"/>
          <w:szCs w:val="20"/>
          <w:lang w:eastAsia="ar-SA"/>
        </w:rPr>
        <w:tab/>
      </w:r>
      <w:r w:rsidR="00664696">
        <w:rPr>
          <w:kern w:val="1"/>
          <w:szCs w:val="20"/>
          <w:lang w:eastAsia="ar-SA"/>
        </w:rPr>
        <w:tab/>
      </w:r>
      <w:r w:rsidR="00664696">
        <w:rPr>
          <w:kern w:val="1"/>
          <w:szCs w:val="20"/>
          <w:lang w:eastAsia="ar-SA"/>
        </w:rPr>
        <w:tab/>
      </w:r>
      <w:r w:rsidR="00664696">
        <w:rPr>
          <w:kern w:val="1"/>
          <w:szCs w:val="20"/>
          <w:lang w:eastAsia="ar-SA"/>
        </w:rPr>
        <w:tab/>
      </w:r>
      <w:r w:rsidR="00664696">
        <w:rPr>
          <w:kern w:val="1"/>
          <w:szCs w:val="20"/>
          <w:lang w:eastAsia="ar-SA"/>
        </w:rPr>
        <w:tab/>
        <w:t>RMK</w:t>
      </w:r>
    </w:p>
    <w:p w14:paraId="2BE8C33E" w14:textId="54FF4D9C" w:rsidR="00D33785" w:rsidRPr="00007B53" w:rsidRDefault="00664696" w:rsidP="00D33785">
      <w:pPr>
        <w:tabs>
          <w:tab w:val="left" w:pos="0"/>
        </w:tabs>
        <w:suppressAutoHyphens/>
        <w:jc w:val="both"/>
        <w:rPr>
          <w:kern w:val="1"/>
          <w:szCs w:val="20"/>
          <w:lang w:eastAsia="ar-SA"/>
        </w:rPr>
      </w:pPr>
      <w:r>
        <w:rPr>
          <w:kern w:val="1"/>
          <w:szCs w:val="20"/>
          <w:lang w:eastAsia="ar-SA"/>
        </w:rPr>
        <w:t>/allkirjastatud digitaalselt/</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Pr>
          <w:kern w:val="1"/>
          <w:szCs w:val="20"/>
          <w:lang w:eastAsia="ar-SA"/>
        </w:rPr>
        <w:t>/allkirjastatud digitaalselt/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p w14:paraId="7D39EF5D" w14:textId="41F0377F" w:rsidR="00007B53" w:rsidRPr="00007B53" w:rsidRDefault="00007B53" w:rsidP="00007B53">
      <w:pPr>
        <w:tabs>
          <w:tab w:val="left" w:pos="0"/>
        </w:tabs>
        <w:suppressAutoHyphens/>
        <w:jc w:val="both"/>
        <w:rPr>
          <w:kern w:val="1"/>
          <w:szCs w:val="20"/>
          <w:lang w:eastAsia="ar-SA"/>
        </w:rPr>
      </w:pPr>
    </w:p>
    <w:sectPr w:rsidR="00007B53" w:rsidRPr="00007B53" w:rsidSect="009A75D1">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28A27" w14:textId="77777777" w:rsidR="00AA6C9C" w:rsidRDefault="00AA6C9C">
      <w:r>
        <w:separator/>
      </w:r>
    </w:p>
  </w:endnote>
  <w:endnote w:type="continuationSeparator" w:id="0">
    <w:p w14:paraId="300B215D" w14:textId="77777777" w:rsidR="00AA6C9C" w:rsidRDefault="00AA6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6D54E" w14:textId="77777777" w:rsidR="00AA6C9C" w:rsidRDefault="00AA6C9C">
      <w:r>
        <w:separator/>
      </w:r>
    </w:p>
  </w:footnote>
  <w:footnote w:type="continuationSeparator" w:id="0">
    <w:p w14:paraId="5EA33CD7" w14:textId="77777777" w:rsidR="00AA6C9C" w:rsidRDefault="00AA6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3F6FA978"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4840">
      <w:rPr>
        <w:rStyle w:val="PageNumber"/>
        <w:noProof/>
      </w:rPr>
      <w:t>2</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32971" w14:textId="597491C7" w:rsidR="007E1ABE" w:rsidRDefault="007E1ABE">
    <w:pPr>
      <w:pStyle w:val="Header"/>
    </w:pPr>
    <w:r w:rsidRPr="002F7F2C">
      <w:rPr>
        <w:noProof/>
        <w:lang w:eastAsia="et-EE"/>
      </w:rPr>
      <w:drawing>
        <wp:inline distT="0" distB="0" distL="0" distR="0" wp14:anchorId="177ACAF8" wp14:editId="46A8EC0D">
          <wp:extent cx="1708150" cy="9080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150" cy="908050"/>
                  </a:xfrm>
                  <a:prstGeom prst="rect">
                    <a:avLst/>
                  </a:prstGeom>
                  <a:noFill/>
                  <a:ln>
                    <a:noFill/>
                  </a:ln>
                </pic:spPr>
              </pic:pic>
            </a:graphicData>
          </a:graphic>
        </wp:inline>
      </w:drawing>
    </w:r>
  </w:p>
  <w:p w14:paraId="29033B34" w14:textId="77777777" w:rsidR="007E1ABE" w:rsidRDefault="007E1A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526752564">
    <w:abstractNumId w:val="4"/>
  </w:num>
  <w:num w:numId="2" w16cid:durableId="294869210">
    <w:abstractNumId w:val="3"/>
  </w:num>
  <w:num w:numId="3" w16cid:durableId="1265112694">
    <w:abstractNumId w:val="2"/>
  </w:num>
  <w:num w:numId="4" w16cid:durableId="68816493">
    <w:abstractNumId w:val="5"/>
  </w:num>
  <w:num w:numId="5" w16cid:durableId="282663155">
    <w:abstractNumId w:val="5"/>
  </w:num>
  <w:num w:numId="6" w16cid:durableId="1178497786">
    <w:abstractNumId w:val="1"/>
  </w:num>
  <w:num w:numId="7" w16cid:durableId="604457100">
    <w:abstractNumId w:val="0"/>
  </w:num>
  <w:num w:numId="8" w16cid:durableId="190946344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64"/>
    <w:rsid w:val="00001812"/>
    <w:rsid w:val="00007B53"/>
    <w:rsid w:val="000236BA"/>
    <w:rsid w:val="0002466A"/>
    <w:rsid w:val="00070E9C"/>
    <w:rsid w:val="000828A2"/>
    <w:rsid w:val="00085CAD"/>
    <w:rsid w:val="00092649"/>
    <w:rsid w:val="000A0A86"/>
    <w:rsid w:val="000A695D"/>
    <w:rsid w:val="000B24B2"/>
    <w:rsid w:val="000C52F9"/>
    <w:rsid w:val="000F573A"/>
    <w:rsid w:val="00100752"/>
    <w:rsid w:val="001031A6"/>
    <w:rsid w:val="0011617D"/>
    <w:rsid w:val="00117F0D"/>
    <w:rsid w:val="00130088"/>
    <w:rsid w:val="00130781"/>
    <w:rsid w:val="0016496E"/>
    <w:rsid w:val="00174FB1"/>
    <w:rsid w:val="00180E85"/>
    <w:rsid w:val="00187866"/>
    <w:rsid w:val="001D3892"/>
    <w:rsid w:val="00222E23"/>
    <w:rsid w:val="002437D4"/>
    <w:rsid w:val="00252E87"/>
    <w:rsid w:val="00260767"/>
    <w:rsid w:val="002625D3"/>
    <w:rsid w:val="00290B14"/>
    <w:rsid w:val="00294162"/>
    <w:rsid w:val="002B20A0"/>
    <w:rsid w:val="003007F8"/>
    <w:rsid w:val="00311242"/>
    <w:rsid w:val="00321530"/>
    <w:rsid w:val="0033099A"/>
    <w:rsid w:val="00334452"/>
    <w:rsid w:val="00337FC6"/>
    <w:rsid w:val="00341A16"/>
    <w:rsid w:val="0037187B"/>
    <w:rsid w:val="003731BF"/>
    <w:rsid w:val="00377D65"/>
    <w:rsid w:val="00384F1E"/>
    <w:rsid w:val="003A6A10"/>
    <w:rsid w:val="003B164E"/>
    <w:rsid w:val="003B3FCC"/>
    <w:rsid w:val="003C70DA"/>
    <w:rsid w:val="003D1FD3"/>
    <w:rsid w:val="003D4F57"/>
    <w:rsid w:val="003F26F1"/>
    <w:rsid w:val="00402796"/>
    <w:rsid w:val="004028FA"/>
    <w:rsid w:val="0040704F"/>
    <w:rsid w:val="00437D85"/>
    <w:rsid w:val="0048584E"/>
    <w:rsid w:val="004A261B"/>
    <w:rsid w:val="00533BBA"/>
    <w:rsid w:val="00551773"/>
    <w:rsid w:val="005748D7"/>
    <w:rsid w:val="00580FC5"/>
    <w:rsid w:val="00583C4E"/>
    <w:rsid w:val="005B1C24"/>
    <w:rsid w:val="005B52CD"/>
    <w:rsid w:val="005D6C7E"/>
    <w:rsid w:val="005F3F19"/>
    <w:rsid w:val="0061474F"/>
    <w:rsid w:val="00616409"/>
    <w:rsid w:val="00634FF0"/>
    <w:rsid w:val="00652A33"/>
    <w:rsid w:val="00657CED"/>
    <w:rsid w:val="00662208"/>
    <w:rsid w:val="00664696"/>
    <w:rsid w:val="006669FD"/>
    <w:rsid w:val="006725E5"/>
    <w:rsid w:val="00672EAA"/>
    <w:rsid w:val="006921B3"/>
    <w:rsid w:val="006C23CE"/>
    <w:rsid w:val="006F20A8"/>
    <w:rsid w:val="00701EC5"/>
    <w:rsid w:val="007302D0"/>
    <w:rsid w:val="007548FE"/>
    <w:rsid w:val="00764935"/>
    <w:rsid w:val="0076689E"/>
    <w:rsid w:val="00770417"/>
    <w:rsid w:val="00770519"/>
    <w:rsid w:val="007926C9"/>
    <w:rsid w:val="007C58DC"/>
    <w:rsid w:val="007D392A"/>
    <w:rsid w:val="007E0538"/>
    <w:rsid w:val="007E1ABE"/>
    <w:rsid w:val="008071A6"/>
    <w:rsid w:val="0081346C"/>
    <w:rsid w:val="008633AC"/>
    <w:rsid w:val="00867887"/>
    <w:rsid w:val="00887B9B"/>
    <w:rsid w:val="00896385"/>
    <w:rsid w:val="008A43C7"/>
    <w:rsid w:val="008B1F2F"/>
    <w:rsid w:val="008C0E08"/>
    <w:rsid w:val="008E55EB"/>
    <w:rsid w:val="00915A4A"/>
    <w:rsid w:val="00925E1C"/>
    <w:rsid w:val="009267C2"/>
    <w:rsid w:val="00927A44"/>
    <w:rsid w:val="00941FC8"/>
    <w:rsid w:val="00943DB2"/>
    <w:rsid w:val="00962F05"/>
    <w:rsid w:val="009670B1"/>
    <w:rsid w:val="009A75D1"/>
    <w:rsid w:val="009C2AB5"/>
    <w:rsid w:val="009E6B9F"/>
    <w:rsid w:val="009E727A"/>
    <w:rsid w:val="00A02170"/>
    <w:rsid w:val="00A14980"/>
    <w:rsid w:val="00A164C6"/>
    <w:rsid w:val="00A24037"/>
    <w:rsid w:val="00A53EDF"/>
    <w:rsid w:val="00A84891"/>
    <w:rsid w:val="00AA6C9C"/>
    <w:rsid w:val="00AC6140"/>
    <w:rsid w:val="00AE027C"/>
    <w:rsid w:val="00AE4593"/>
    <w:rsid w:val="00B02111"/>
    <w:rsid w:val="00B1136F"/>
    <w:rsid w:val="00B14FC6"/>
    <w:rsid w:val="00B47672"/>
    <w:rsid w:val="00B97297"/>
    <w:rsid w:val="00B97815"/>
    <w:rsid w:val="00BA0F84"/>
    <w:rsid w:val="00BA6375"/>
    <w:rsid w:val="00BC7FD0"/>
    <w:rsid w:val="00BF4840"/>
    <w:rsid w:val="00BF5D64"/>
    <w:rsid w:val="00C0291A"/>
    <w:rsid w:val="00C10513"/>
    <w:rsid w:val="00C11329"/>
    <w:rsid w:val="00C36450"/>
    <w:rsid w:val="00C37434"/>
    <w:rsid w:val="00C5662F"/>
    <w:rsid w:val="00C66E46"/>
    <w:rsid w:val="00C677AC"/>
    <w:rsid w:val="00C75DA6"/>
    <w:rsid w:val="00C7749B"/>
    <w:rsid w:val="00CA3076"/>
    <w:rsid w:val="00CB0220"/>
    <w:rsid w:val="00CC564B"/>
    <w:rsid w:val="00CD48A2"/>
    <w:rsid w:val="00CD52E7"/>
    <w:rsid w:val="00D00DD0"/>
    <w:rsid w:val="00D07E0A"/>
    <w:rsid w:val="00D33785"/>
    <w:rsid w:val="00D37E26"/>
    <w:rsid w:val="00D42A8F"/>
    <w:rsid w:val="00DA46CA"/>
    <w:rsid w:val="00DA48C5"/>
    <w:rsid w:val="00DC7FDF"/>
    <w:rsid w:val="00DD6D16"/>
    <w:rsid w:val="00DE2890"/>
    <w:rsid w:val="00DE2A44"/>
    <w:rsid w:val="00DE5300"/>
    <w:rsid w:val="00E22664"/>
    <w:rsid w:val="00E32DB2"/>
    <w:rsid w:val="00E36FA4"/>
    <w:rsid w:val="00E636B4"/>
    <w:rsid w:val="00E84075"/>
    <w:rsid w:val="00E85A15"/>
    <w:rsid w:val="00EB6E1F"/>
    <w:rsid w:val="00ED2357"/>
    <w:rsid w:val="00EE29F4"/>
    <w:rsid w:val="00EE3C2F"/>
    <w:rsid w:val="00EE5EC3"/>
    <w:rsid w:val="00EF3CCA"/>
    <w:rsid w:val="00F05D2C"/>
    <w:rsid w:val="00F62E72"/>
    <w:rsid w:val="00F639A2"/>
    <w:rsid w:val="00F85E41"/>
    <w:rsid w:val="00F91FEA"/>
    <w:rsid w:val="00FA24E8"/>
    <w:rsid w:val="00FB5D47"/>
    <w:rsid w:val="00FD55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link w:val="HeaderChar"/>
    <w:uiPriority w:val="99"/>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 w:type="character" w:customStyle="1" w:styleId="HeaderChar">
    <w:name w:val="Header Char"/>
    <w:basedOn w:val="DefaultParagraphFont"/>
    <w:link w:val="Header"/>
    <w:uiPriority w:val="99"/>
    <w:rsid w:val="007E1AB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PlaceholderTex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PlaceholderTex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PlaceholderTex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PlaceholderText"/>
            </w:rPr>
            <w:t>Choose an item.</w:t>
          </w:r>
        </w:p>
      </w:docPartBody>
    </w:docPart>
    <w:docPart>
      <w:docPartPr>
        <w:name w:val="829CCE5F03E2458BA9CC85BFD15814FD"/>
        <w:category>
          <w:name w:val="Üldine"/>
          <w:gallery w:val="placeholder"/>
        </w:category>
        <w:types>
          <w:type w:val="bbPlcHdr"/>
        </w:types>
        <w:behaviors>
          <w:behavior w:val="content"/>
        </w:behaviors>
        <w:guid w:val="{B2DAC872-C9BD-4F97-B2AB-CF0C056D0D2B}"/>
      </w:docPartPr>
      <w:docPartBody>
        <w:p w:rsidR="002542AE" w:rsidRDefault="00511572" w:rsidP="00511572">
          <w:pPr>
            <w:pStyle w:val="829CCE5F03E2458BA9CC85BFD15814FD"/>
          </w:pPr>
          <w:r w:rsidRPr="00BE118B">
            <w:rPr>
              <w:rStyle w:val="PlaceholderText"/>
            </w:rPr>
            <w:t>Choose an item.</w:t>
          </w:r>
        </w:p>
      </w:docPartBody>
    </w:docPart>
    <w:docPart>
      <w:docPartPr>
        <w:name w:val="F5BF9340ABFD4A25A643F297C0B962C1"/>
        <w:category>
          <w:name w:val="Üldine"/>
          <w:gallery w:val="placeholder"/>
        </w:category>
        <w:types>
          <w:type w:val="bbPlcHdr"/>
        </w:types>
        <w:behaviors>
          <w:behavior w:val="content"/>
        </w:behaviors>
        <w:guid w:val="{2E1B0D8F-364D-4805-A6C6-900BFC1881B2}"/>
      </w:docPartPr>
      <w:docPartBody>
        <w:p w:rsidR="002542AE" w:rsidRDefault="00511572" w:rsidP="00511572">
          <w:pPr>
            <w:pStyle w:val="F5BF9340ABFD4A25A643F297C0B962C1"/>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0B7D92"/>
    <w:rsid w:val="00187CDA"/>
    <w:rsid w:val="001A3863"/>
    <w:rsid w:val="002542AE"/>
    <w:rsid w:val="002818F2"/>
    <w:rsid w:val="004D43B0"/>
    <w:rsid w:val="004F6268"/>
    <w:rsid w:val="00511572"/>
    <w:rsid w:val="00AE5C03"/>
    <w:rsid w:val="00CA52E5"/>
    <w:rsid w:val="00F01427"/>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1572"/>
    <w:rPr>
      <w:color w:val="808080"/>
    </w:rPr>
  </w:style>
  <w:style w:type="paragraph" w:customStyle="1" w:styleId="FEB04C88DB494653AD1F9D1F258B9FCC">
    <w:name w:val="FEB04C88DB494653AD1F9D1F258B9FCC"/>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 w:type="paragraph" w:customStyle="1" w:styleId="829CCE5F03E2458BA9CC85BFD15814FD">
    <w:name w:val="829CCE5F03E2458BA9CC85BFD15814FD"/>
    <w:rsid w:val="00511572"/>
    <w:pPr>
      <w:spacing w:after="160" w:line="259" w:lineRule="auto"/>
    </w:pPr>
  </w:style>
  <w:style w:type="paragraph" w:customStyle="1" w:styleId="F5BF9340ABFD4A25A643F297C0B962C1">
    <w:name w:val="F5BF9340ABFD4A25A643F297C0B962C1"/>
    <w:rsid w:val="005115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A126D-CAEF-40A4-8922-E5325A6B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31</TotalTime>
  <Pages>6</Pages>
  <Words>1957</Words>
  <Characters>11352</Characters>
  <Application>Microsoft Office Word</Application>
  <DocSecurity>0</DocSecurity>
  <Lines>94</Lines>
  <Paragraphs>26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Sulev Nurme</cp:lastModifiedBy>
  <cp:revision>7</cp:revision>
  <cp:lastPrinted>1900-12-31T22:00:00Z</cp:lastPrinted>
  <dcterms:created xsi:type="dcterms:W3CDTF">2022-08-15T06:46:00Z</dcterms:created>
  <dcterms:modified xsi:type="dcterms:W3CDTF">2022-08-18T09:17:00Z</dcterms:modified>
</cp:coreProperties>
</file>